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054969" cy="3317631"/>
                <wp:effectExtent l="0" t="0" r="22225" b="1651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969" cy="331763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6.75pt;height:2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" filled="f" strokecolor="#7030a0" strokeweight="1pt"/>
            </w:pict>
          </mc:Fallback>
        </mc:AlternateContent>
      </w:r>
      <w:r w:rsidR="00EE013E">
        <w:rPr>
          <w:rFonts w:ascii="Arial" w:hAnsi="Arial" w:cs="Arial"/>
          <w:b/>
          <w:color w:val="7030A0"/>
          <w:sz w:val="28"/>
          <w:szCs w:val="28"/>
        </w:rPr>
        <w:t>JEU DES DIFFÉRENCES</w:t>
      </w:r>
    </w:p>
    <w:p w:rsidR="00144880" w:rsidRDefault="00144880" w:rsidP="00687DE3">
      <w:pPr>
        <w:jc w:val="both"/>
        <w:rPr>
          <w:rFonts w:ascii="Arial" w:hAnsi="Arial" w:cs="Arial"/>
        </w:rPr>
      </w:pPr>
    </w:p>
    <w:p w:rsidR="00687DE3" w:rsidRDefault="003C54AD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Une photocopieuse folle a modifié la photo originale du très célèbre cuisinier Rexchep. Ainsi, c</w:t>
      </w:r>
      <w:r w:rsidR="00ED418C">
        <w:rPr>
          <w:rFonts w:ascii="Arial" w:hAnsi="Arial" w:cs="Arial"/>
        </w:rPr>
        <w:t>e chef culinaire a besoin de votre</w:t>
      </w:r>
      <w:r>
        <w:rPr>
          <w:rFonts w:ascii="Arial" w:hAnsi="Arial" w:cs="Arial"/>
        </w:rPr>
        <w:t xml:space="preserve"> aide pour retrouver les différences qui se sont </w:t>
      </w:r>
      <w:r w:rsidR="00A73D6F">
        <w:rPr>
          <w:rFonts w:ascii="Arial" w:hAnsi="Arial" w:cs="Arial"/>
        </w:rPr>
        <w:t>glissées</w:t>
      </w:r>
      <w:r>
        <w:rPr>
          <w:rFonts w:ascii="Arial" w:hAnsi="Arial" w:cs="Arial"/>
        </w:rPr>
        <w:t xml:space="preserve"> entre</w:t>
      </w:r>
      <w:r w:rsidR="00A73D6F">
        <w:rPr>
          <w:rFonts w:ascii="Arial" w:hAnsi="Arial" w:cs="Arial"/>
        </w:rPr>
        <w:t xml:space="preserve"> la photo o</w:t>
      </w:r>
      <w:r w:rsidR="00ED418C">
        <w:rPr>
          <w:rFonts w:ascii="Arial" w:hAnsi="Arial" w:cs="Arial"/>
        </w:rPr>
        <w:t>riginale et la photocopie. A vous</w:t>
      </w:r>
      <w:r w:rsidR="00A73D6F">
        <w:rPr>
          <w:rFonts w:ascii="Arial" w:hAnsi="Arial" w:cs="Arial"/>
        </w:rPr>
        <w:t xml:space="preserve"> de jouer pour aider Rexchep !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E20FE7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</w:t>
      </w:r>
      <w:r w:rsidR="00E953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L1 11-12, L1 13-14, L 17,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E5A0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E20FE7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E20FE7">
        <w:rPr>
          <w:rFonts w:ascii="Arial" w:hAnsi="Arial" w:cs="Arial"/>
        </w:rPr>
        <w:t xml:space="preserve"> SHS 11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E20FE7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E20FE7">
        <w:rPr>
          <w:rFonts w:ascii="Arial" w:hAnsi="Arial" w:cs="Arial"/>
        </w:rPr>
        <w:t>CM14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E20FE7">
        <w:rPr>
          <w:rFonts w:ascii="Arial" w:hAnsi="Arial" w:cs="Arial"/>
        </w:rPr>
        <w:t xml:space="preserve">FG 13, FG 14-15, FG 18 </w:t>
      </w:r>
    </w:p>
    <w:p w:rsidR="00687DE3" w:rsidRDefault="00E20FE7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Communication, stratégie</w:t>
      </w:r>
      <w:r w:rsidR="006A1AD4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7F4EF5" w:rsidRDefault="007F4EF5" w:rsidP="007F4EF5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E20FE7" w:rsidRPr="00E20FE7" w:rsidRDefault="00E20FE7" w:rsidP="00E20FE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E20FE7">
        <w:rPr>
          <w:rFonts w:ascii="Arial" w:hAnsi="Arial" w:cs="Arial"/>
          <w:b/>
        </w:rPr>
        <w:t>PDF "trouver les différences"</w:t>
      </w:r>
    </w:p>
    <w:p w:rsidR="00D660C8" w:rsidRPr="00E20FE7" w:rsidRDefault="00E20FE7" w:rsidP="00E20FE7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E20FE7">
        <w:rPr>
          <w:rFonts w:ascii="Arial" w:hAnsi="Arial" w:cs="Arial"/>
          <w:b/>
        </w:rPr>
        <w:t>PDF "feuilles-réponses"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E20FE7" w:rsidRPr="00E20FE7" w:rsidRDefault="00E20FE7" w:rsidP="00E20FE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 w:rsidRPr="00E20FE7">
        <w:rPr>
          <w:rFonts w:ascii="Arial" w:hAnsi="Arial" w:cs="Arial"/>
          <w:b/>
        </w:rPr>
        <w:t>Des crayons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AAB" w:rsidRDefault="00C80AAB" w:rsidP="00687DE3">
      <w:pPr>
        <w:spacing w:after="0" w:line="240" w:lineRule="auto"/>
      </w:pPr>
      <w:r>
        <w:separator/>
      </w:r>
    </w:p>
  </w:endnote>
  <w:endnote w:type="continuationSeparator" w:id="0">
    <w:p w:rsidR="00C80AAB" w:rsidRDefault="00C80AAB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AAB" w:rsidRDefault="00C80AAB" w:rsidP="00687DE3">
      <w:pPr>
        <w:spacing w:after="0" w:line="240" w:lineRule="auto"/>
      </w:pPr>
      <w:r>
        <w:separator/>
      </w:r>
    </w:p>
  </w:footnote>
  <w:footnote w:type="continuationSeparator" w:id="0">
    <w:p w:rsidR="00C80AAB" w:rsidRDefault="00C80AAB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44880"/>
    <w:rsid w:val="001A4A00"/>
    <w:rsid w:val="0020221D"/>
    <w:rsid w:val="003C54AD"/>
    <w:rsid w:val="003F707B"/>
    <w:rsid w:val="004163C9"/>
    <w:rsid w:val="004B3F3D"/>
    <w:rsid w:val="00507F03"/>
    <w:rsid w:val="00687DE3"/>
    <w:rsid w:val="006A1AD4"/>
    <w:rsid w:val="00716697"/>
    <w:rsid w:val="007F4EF5"/>
    <w:rsid w:val="008844A5"/>
    <w:rsid w:val="0094240B"/>
    <w:rsid w:val="009E5A08"/>
    <w:rsid w:val="00A73D6F"/>
    <w:rsid w:val="00C80AAB"/>
    <w:rsid w:val="00D61C79"/>
    <w:rsid w:val="00D660C8"/>
    <w:rsid w:val="00D75DB1"/>
    <w:rsid w:val="00DF5E50"/>
    <w:rsid w:val="00E20FE7"/>
    <w:rsid w:val="00E95325"/>
    <w:rsid w:val="00ED418C"/>
    <w:rsid w:val="00EE013E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183695A7.dotm</Template>
  <TotalTime>1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2019-07-18T15:58:00Z</dcterms:created>
  <dcterms:modified xsi:type="dcterms:W3CDTF">2019-07-29T06:37:00Z</dcterms:modified>
</cp:coreProperties>
</file>